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A84EED" w:rsidRPr="009624C4" w:rsidRDefault="00B6097D" w:rsidP="00A84EED">
            <w:pPr>
              <w:pStyle w:val="BodyText"/>
              <w:spacing w:line="320" w:lineRule="atLeast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lang w:eastAsia="bg-BG"/>
              </w:rPr>
              <w:t>„</w:t>
            </w:r>
            <w:r>
              <w:rPr>
                <w:b/>
                <w:iCs/>
              </w:rPr>
              <w:t>Предоставяне на финансови услуги от кредитни институции за извършване на комплексно банково обслужване на „АЕЦ Козлодуй</w:t>
            </w:r>
            <w:r w:rsidRPr="009624C4">
              <w:rPr>
                <w:b/>
                <w:iCs/>
              </w:rPr>
              <w:t>”</w:t>
            </w:r>
            <w:r>
              <w:rPr>
                <w:b/>
                <w:iCs/>
              </w:rPr>
              <w:t xml:space="preserve"> ЕАД”</w:t>
            </w:r>
          </w:p>
          <w:p w:rsidR="00F345EC" w:rsidRPr="00C022A3" w:rsidRDefault="00F345E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Pr="00943BD5" w:rsidRDefault="00943BD5" w:rsidP="00BF191F">
            <w:pPr>
              <w:pStyle w:val="BodyText"/>
              <w:ind w:left="252"/>
              <w:rPr>
                <w:iCs/>
              </w:rPr>
            </w:pPr>
            <w:r w:rsidRPr="00943BD5">
              <w:rPr>
                <w:iCs/>
              </w:rPr>
              <w:t>ОП-</w:t>
            </w:r>
            <w:r w:rsidR="00BF191F">
              <w:rPr>
                <w:iCs/>
              </w:rPr>
              <w:t>41139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80F2B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E975B3">
              <w:rPr>
                <w:i/>
                <w:iCs/>
                <w:lang w:val="ru-RU"/>
              </w:rPr>
              <w:t>03</w:t>
            </w:r>
            <w:r w:rsidR="000F5E37">
              <w:rPr>
                <w:i/>
                <w:iCs/>
              </w:rPr>
              <w:t xml:space="preserve"> </w:t>
            </w:r>
            <w:r w:rsidR="00380F2B">
              <w:rPr>
                <w:i/>
                <w:iCs/>
              </w:rPr>
              <w:t>а</w:t>
            </w:r>
            <w:r w:rsidR="00E975B3">
              <w:rPr>
                <w:i/>
                <w:iCs/>
              </w:rPr>
              <w:t>вгуст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F191F">
              <w:rPr>
                <w:i/>
                <w:iCs/>
                <w:lang w:val="ru-RU"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EF3" w:rsidRDefault="00BB0EF3">
      <w:r>
        <w:separator/>
      </w:r>
    </w:p>
  </w:endnote>
  <w:endnote w:type="continuationSeparator" w:id="0">
    <w:p w:rsidR="00BB0EF3" w:rsidRDefault="00BB0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EF3" w:rsidRDefault="00BB0EF3">
      <w:r>
        <w:separator/>
      </w:r>
    </w:p>
  </w:footnote>
  <w:footnote w:type="continuationSeparator" w:id="0">
    <w:p w:rsidR="00BB0EF3" w:rsidRDefault="00BB0E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85A4B"/>
    <w:rsid w:val="00192152"/>
    <w:rsid w:val="00192725"/>
    <w:rsid w:val="001B3BC7"/>
    <w:rsid w:val="001C326E"/>
    <w:rsid w:val="001C4491"/>
    <w:rsid w:val="001F7537"/>
    <w:rsid w:val="00203997"/>
    <w:rsid w:val="002111A5"/>
    <w:rsid w:val="00223A3E"/>
    <w:rsid w:val="00233144"/>
    <w:rsid w:val="002364F2"/>
    <w:rsid w:val="002A2AF4"/>
    <w:rsid w:val="002D278B"/>
    <w:rsid w:val="002D3C78"/>
    <w:rsid w:val="002D3F44"/>
    <w:rsid w:val="002E247A"/>
    <w:rsid w:val="002E6BB9"/>
    <w:rsid w:val="003128BC"/>
    <w:rsid w:val="0033186C"/>
    <w:rsid w:val="00351EA0"/>
    <w:rsid w:val="00380F2B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3645"/>
    <w:rsid w:val="004B5F45"/>
    <w:rsid w:val="004E1037"/>
    <w:rsid w:val="00544235"/>
    <w:rsid w:val="00586A7B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5D57"/>
    <w:rsid w:val="0074733E"/>
    <w:rsid w:val="007501CA"/>
    <w:rsid w:val="00790698"/>
    <w:rsid w:val="007E59AE"/>
    <w:rsid w:val="007F7D51"/>
    <w:rsid w:val="00810B28"/>
    <w:rsid w:val="008117BF"/>
    <w:rsid w:val="00886C96"/>
    <w:rsid w:val="008A7DAB"/>
    <w:rsid w:val="008C0CA5"/>
    <w:rsid w:val="008C5891"/>
    <w:rsid w:val="008C6BFA"/>
    <w:rsid w:val="008C799D"/>
    <w:rsid w:val="008D660C"/>
    <w:rsid w:val="008F39B0"/>
    <w:rsid w:val="0090454A"/>
    <w:rsid w:val="00943BD5"/>
    <w:rsid w:val="0094617B"/>
    <w:rsid w:val="009543B4"/>
    <w:rsid w:val="009939FC"/>
    <w:rsid w:val="009E259F"/>
    <w:rsid w:val="009F7565"/>
    <w:rsid w:val="00A02C19"/>
    <w:rsid w:val="00A30CD1"/>
    <w:rsid w:val="00A45FB1"/>
    <w:rsid w:val="00A84EED"/>
    <w:rsid w:val="00A91FD7"/>
    <w:rsid w:val="00AA7C05"/>
    <w:rsid w:val="00AB4092"/>
    <w:rsid w:val="00AB7F53"/>
    <w:rsid w:val="00AE1C4B"/>
    <w:rsid w:val="00AE1F32"/>
    <w:rsid w:val="00AE52E6"/>
    <w:rsid w:val="00AE5380"/>
    <w:rsid w:val="00B16947"/>
    <w:rsid w:val="00B23925"/>
    <w:rsid w:val="00B30059"/>
    <w:rsid w:val="00B40729"/>
    <w:rsid w:val="00B6097D"/>
    <w:rsid w:val="00B64710"/>
    <w:rsid w:val="00B74181"/>
    <w:rsid w:val="00BA0DC7"/>
    <w:rsid w:val="00BB0EF3"/>
    <w:rsid w:val="00BF03DE"/>
    <w:rsid w:val="00BF191F"/>
    <w:rsid w:val="00C022A3"/>
    <w:rsid w:val="00C15A1C"/>
    <w:rsid w:val="00C44E90"/>
    <w:rsid w:val="00C51C59"/>
    <w:rsid w:val="00C537EB"/>
    <w:rsid w:val="00C65CD4"/>
    <w:rsid w:val="00C96FB7"/>
    <w:rsid w:val="00CA5417"/>
    <w:rsid w:val="00CB1FB1"/>
    <w:rsid w:val="00CE34D3"/>
    <w:rsid w:val="00CE7F8D"/>
    <w:rsid w:val="00D03ECC"/>
    <w:rsid w:val="00D053A4"/>
    <w:rsid w:val="00D1263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46B3"/>
    <w:rsid w:val="00DC5BCF"/>
    <w:rsid w:val="00DD0B8E"/>
    <w:rsid w:val="00E01BD7"/>
    <w:rsid w:val="00E142D9"/>
    <w:rsid w:val="00E25C92"/>
    <w:rsid w:val="00E43072"/>
    <w:rsid w:val="00E463F0"/>
    <w:rsid w:val="00E8306F"/>
    <w:rsid w:val="00E975B3"/>
    <w:rsid w:val="00EB1697"/>
    <w:rsid w:val="00ED3216"/>
    <w:rsid w:val="00F1688F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13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anmomchilova</cp:lastModifiedBy>
  <cp:revision>8</cp:revision>
  <cp:lastPrinted>2019-05-21T07:38:00Z</cp:lastPrinted>
  <dcterms:created xsi:type="dcterms:W3CDTF">2018-05-21T11:08:00Z</dcterms:created>
  <dcterms:modified xsi:type="dcterms:W3CDTF">2019-05-21T07:45:00Z</dcterms:modified>
</cp:coreProperties>
</file>